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4 </w:t>
      </w:r>
      <w:r w:rsidR="005D5262">
        <w:rPr>
          <w:rFonts w:asciiTheme="majorHAnsi" w:eastAsia="Times New Roman" w:hAnsiTheme="majorHAnsi" w:cs="Times New Roman"/>
          <w:lang w:eastAsia="cs-CZ"/>
        </w:rPr>
        <w:t>Kupní s</w:t>
      </w:r>
      <w:r w:rsidRPr="00DD29C3">
        <w:rPr>
          <w:rFonts w:asciiTheme="majorHAnsi" w:eastAsia="Times New Roman" w:hAnsiTheme="majorHAnsi" w:cs="Times New Roman"/>
          <w:lang w:eastAsia="cs-CZ"/>
        </w:rPr>
        <w:t>mlouvy</w:t>
      </w:r>
      <w:r w:rsidR="005D5262">
        <w:rPr>
          <w:rFonts w:asciiTheme="majorHAnsi" w:eastAsia="Times New Roman" w:hAnsiTheme="majorHAnsi" w:cs="Times New Roman"/>
          <w:lang w:eastAsia="cs-CZ"/>
        </w:rPr>
        <w:t xml:space="preserve"> – Seznam poddodavatelů</w:t>
      </w:r>
    </w:p>
    <w:p w:rsidR="00DD29C3" w:rsidRPr="00DD29C3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Seznam poddodavatelů</w:t>
      </w:r>
    </w:p>
    <w:p w:rsidR="006F5682" w:rsidRDefault="006F568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</w:p>
    <w:p w:rsidR="00DD29C3" w:rsidRPr="007214A2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odávající poskytuje kupujícímu P</w:t>
      </w:r>
      <w:r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="00DD29C3" w:rsidRPr="007214A2">
        <w:rPr>
          <w:rFonts w:asciiTheme="majorHAnsi" w:eastAsia="Times New Roman" w:hAnsiTheme="majorHAnsi" w:cs="Times New Roman"/>
          <w:lang w:eastAsia="cs-CZ"/>
        </w:rPr>
        <w:t xml:space="preserve">mlouvy sám. </w:t>
      </w:r>
    </w:p>
    <w:p w:rsidR="00DD29C3" w:rsidRPr="007214A2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 xml:space="preserve">/ </w:t>
      </w:r>
    </w:p>
    <w:p w:rsidR="00DD29C3" w:rsidRPr="007214A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Prodávaj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ící provádí P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Pr="007214A2">
        <w:rPr>
          <w:rFonts w:asciiTheme="majorHAnsi" w:eastAsia="Times New Roman" w:hAnsiTheme="majorHAnsi" w:cs="Times New Roman"/>
          <w:lang w:eastAsia="cs-CZ"/>
        </w:rPr>
        <w:t xml:space="preserve">mlouvy prostřednictvím následujících 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p</w:t>
      </w:r>
      <w:r w:rsidRPr="007214A2">
        <w:rPr>
          <w:rFonts w:asciiTheme="majorHAnsi" w:eastAsia="Times New Roman" w:hAnsiTheme="majorHAnsi" w:cs="Times New Roman"/>
          <w:lang w:eastAsia="cs-CZ"/>
        </w:rPr>
        <w:t>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507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[</w:t>
            </w:r>
            <w:r w:rsidRPr="006F5682">
              <w:rPr>
                <w:rFonts w:asciiTheme="minorHAnsi" w:hAnsiTheme="minorHAnsi" w:cs="Tahoma"/>
                <w:i/>
                <w:color w:val="auto"/>
                <w:sz w:val="16"/>
                <w:szCs w:val="16"/>
                <w:highlight w:val="yellow"/>
              </w:rPr>
              <w:t>OBCHODNÍ FIRMA PODDODAVATELE – NÁZEV, IČO, SÍDLO – DOPLNÍ PRODÁVAJÍCÍ</w:t>
            </w: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6F5682" w:rsidRDefault="005D5262" w:rsidP="005D526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>Část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lnění dle 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s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ml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ouvy prováděná prostřednictvím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oddodavatele ve finančním proce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ntuálním vyjádření ve vztahu k c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 xml:space="preserve">] 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Stručný popis </w:t>
            </w:r>
            <w:r w:rsidR="005D5262" w:rsidRPr="006F5682">
              <w:rPr>
                <w:rFonts w:asciiTheme="minorHAnsi" w:hAnsiTheme="minorHAnsi" w:cs="Tahoma"/>
                <w:sz w:val="16"/>
                <w:szCs w:val="16"/>
              </w:rPr>
              <w:t>činností, které jsou prováděny p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:rsidR="006F5682" w:rsidRDefault="006F5682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</w:p>
    <w:p w:rsidR="00DD29C3" w:rsidRPr="005D526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[Pokud Prodávající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Předmět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lněn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í či jeho část prostřednictvím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oddodavatelů,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uvede tabulku tolikrát, kolika p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oddodavateli bude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ředmět plnění provádět. Prodávající musí uv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ést všechny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oddodavatele, kteř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í se budou podílet na poskytování Předmětu plnění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 dle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kupní s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mlouvy.]</w:t>
      </w:r>
    </w:p>
    <w:p w:rsidR="009F392E" w:rsidRPr="00DD29C3" w:rsidRDefault="009F392E" w:rsidP="00DD29C3"/>
    <w:sectPr w:rsidR="009F392E" w:rsidRPr="00DD29C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3BD" w:rsidRDefault="004C43BD" w:rsidP="00962258">
      <w:pPr>
        <w:spacing w:after="0" w:line="240" w:lineRule="auto"/>
      </w:pPr>
      <w:r>
        <w:separator/>
      </w:r>
    </w:p>
  </w:endnote>
  <w:endnote w:type="continuationSeparator" w:id="0">
    <w:p w:rsidR="004C43BD" w:rsidRDefault="004C43B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639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A28E5D6" wp14:editId="7E06037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7C05D20" wp14:editId="39C16D9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639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639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AD5B73A" wp14:editId="63E2E53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28145B5" wp14:editId="045BDD7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3BD" w:rsidRDefault="004C43BD" w:rsidP="00962258">
      <w:pPr>
        <w:spacing w:after="0" w:line="240" w:lineRule="auto"/>
      </w:pPr>
      <w:r>
        <w:separator/>
      </w:r>
    </w:p>
  </w:footnote>
  <w:footnote w:type="continuationSeparator" w:id="0">
    <w:p w:rsidR="004C43BD" w:rsidRDefault="004C43B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640C3"/>
    <w:rsid w:val="00072C1E"/>
    <w:rsid w:val="000B600A"/>
    <w:rsid w:val="000E23A7"/>
    <w:rsid w:val="000F7A59"/>
    <w:rsid w:val="0010693F"/>
    <w:rsid w:val="00114472"/>
    <w:rsid w:val="001550BC"/>
    <w:rsid w:val="001605B9"/>
    <w:rsid w:val="00170EC5"/>
    <w:rsid w:val="001747C1"/>
    <w:rsid w:val="00184743"/>
    <w:rsid w:val="001E4CA2"/>
    <w:rsid w:val="00207DF5"/>
    <w:rsid w:val="00216C0D"/>
    <w:rsid w:val="00222E53"/>
    <w:rsid w:val="00280E07"/>
    <w:rsid w:val="002C31BF"/>
    <w:rsid w:val="002D08B1"/>
    <w:rsid w:val="002E0CD7"/>
    <w:rsid w:val="00341DCF"/>
    <w:rsid w:val="00343D00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43BD"/>
    <w:rsid w:val="004C787C"/>
    <w:rsid w:val="004E143C"/>
    <w:rsid w:val="004E3A53"/>
    <w:rsid w:val="004F20BC"/>
    <w:rsid w:val="004F4B9B"/>
    <w:rsid w:val="004F69EA"/>
    <w:rsid w:val="00511AB9"/>
    <w:rsid w:val="00523EA7"/>
    <w:rsid w:val="00526B40"/>
    <w:rsid w:val="00553375"/>
    <w:rsid w:val="00557C28"/>
    <w:rsid w:val="005736B7"/>
    <w:rsid w:val="00575E5A"/>
    <w:rsid w:val="005D5262"/>
    <w:rsid w:val="005F1404"/>
    <w:rsid w:val="00606398"/>
    <w:rsid w:val="0061068E"/>
    <w:rsid w:val="00660AD3"/>
    <w:rsid w:val="00677B7F"/>
    <w:rsid w:val="006935EE"/>
    <w:rsid w:val="006A461A"/>
    <w:rsid w:val="006A5570"/>
    <w:rsid w:val="006A689C"/>
    <w:rsid w:val="006B3D79"/>
    <w:rsid w:val="006B6EC7"/>
    <w:rsid w:val="006D15F2"/>
    <w:rsid w:val="006D7AFE"/>
    <w:rsid w:val="006E0578"/>
    <w:rsid w:val="006E314D"/>
    <w:rsid w:val="006F5682"/>
    <w:rsid w:val="00710723"/>
    <w:rsid w:val="007214A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02B7"/>
    <w:rsid w:val="00886D4B"/>
    <w:rsid w:val="00895406"/>
    <w:rsid w:val="008A3568"/>
    <w:rsid w:val="008C4FFF"/>
    <w:rsid w:val="008D03B9"/>
    <w:rsid w:val="008E4D05"/>
    <w:rsid w:val="008F18D6"/>
    <w:rsid w:val="00901D0E"/>
    <w:rsid w:val="00904780"/>
    <w:rsid w:val="00915FB9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746A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1ADC"/>
    <w:rsid w:val="00B15D0D"/>
    <w:rsid w:val="00B65494"/>
    <w:rsid w:val="00B75EE1"/>
    <w:rsid w:val="00B77481"/>
    <w:rsid w:val="00B8518B"/>
    <w:rsid w:val="00B92778"/>
    <w:rsid w:val="00BD7E91"/>
    <w:rsid w:val="00BF4DFE"/>
    <w:rsid w:val="00C02D0A"/>
    <w:rsid w:val="00C03A6E"/>
    <w:rsid w:val="00C44F6A"/>
    <w:rsid w:val="00C47AE3"/>
    <w:rsid w:val="00CD0E46"/>
    <w:rsid w:val="00CD1FC4"/>
    <w:rsid w:val="00D037AB"/>
    <w:rsid w:val="00D21061"/>
    <w:rsid w:val="00D4108E"/>
    <w:rsid w:val="00D6163D"/>
    <w:rsid w:val="00D73D46"/>
    <w:rsid w:val="00D831A3"/>
    <w:rsid w:val="00DC75F3"/>
    <w:rsid w:val="00DD0A39"/>
    <w:rsid w:val="00DD29C3"/>
    <w:rsid w:val="00DD46F3"/>
    <w:rsid w:val="00DE56F2"/>
    <w:rsid w:val="00DF116D"/>
    <w:rsid w:val="00E36C4A"/>
    <w:rsid w:val="00E72752"/>
    <w:rsid w:val="00E814D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5ECDA17-561A-4286-B328-83855FD5D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19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30</cp:revision>
  <cp:lastPrinted>2021-10-22T12:44:00Z</cp:lastPrinted>
  <dcterms:created xsi:type="dcterms:W3CDTF">2020-02-20T08:56:00Z</dcterms:created>
  <dcterms:modified xsi:type="dcterms:W3CDTF">2021-10-22T12:44:00Z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